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2B3BABBB" w:rsidR="0085747A" w:rsidRPr="00D16085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6085">
        <w:rPr>
          <w:rFonts w:ascii="Corbel" w:hAnsi="Corbel"/>
          <w:iCs/>
          <w:smallCaps/>
          <w:sz w:val="24"/>
          <w:szCs w:val="24"/>
        </w:rPr>
        <w:t>2022-2024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2DD516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1F7557">
        <w:rPr>
          <w:rFonts w:ascii="Corbel" w:hAnsi="Corbel"/>
          <w:sz w:val="20"/>
          <w:szCs w:val="20"/>
        </w:rPr>
        <w:t>2</w:t>
      </w:r>
      <w:r w:rsidR="00540694">
        <w:rPr>
          <w:rFonts w:ascii="Corbel" w:hAnsi="Corbel"/>
          <w:sz w:val="20"/>
          <w:szCs w:val="20"/>
        </w:rPr>
        <w:t>/202</w:t>
      </w:r>
      <w:r w:rsidR="001F7557">
        <w:rPr>
          <w:rFonts w:ascii="Corbel" w:hAnsi="Corbel"/>
          <w:sz w:val="20"/>
          <w:szCs w:val="20"/>
        </w:rPr>
        <w:t>3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1A75AECD" w:rsidR="0085747A" w:rsidRPr="009C54AE" w:rsidRDefault="00D160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9973FA5" w:rsidR="0085747A" w:rsidRPr="009C54AE" w:rsidRDefault="001F75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1608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A22FF68" w:rsidR="00015B8F" w:rsidRPr="009C54AE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9E4B3F6" w:rsidR="00641FD3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186ED497" w:rsidR="00DE6890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2B791806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7A74EF8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44E77DE5" w:rsidR="0085747A" w:rsidRPr="009C54AE" w:rsidRDefault="001F7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A12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3CDD7792" w:rsidR="00C61DC5" w:rsidRPr="009C54AE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D0C2C">
              <w:rPr>
                <w:rFonts w:ascii="Corbel" w:hAnsi="Corbel"/>
                <w:sz w:val="24"/>
                <w:szCs w:val="24"/>
              </w:rPr>
              <w:t xml:space="preserve"> (po </w:t>
            </w:r>
            <w:r>
              <w:rPr>
                <w:rFonts w:ascii="Corbel" w:hAnsi="Corbel"/>
                <w:sz w:val="24"/>
                <w:szCs w:val="24"/>
              </w:rPr>
              <w:t>pięć</w:t>
            </w:r>
            <w:r w:rsidR="003D0C2C"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0CE84422" w14:textId="77777777" w:rsidR="00D16085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16085">
              <w:rPr>
                <w:rFonts w:ascii="Corbel" w:hAnsi="Corbel"/>
                <w:sz w:val="24"/>
                <w:szCs w:val="24"/>
              </w:rPr>
              <w:t>:</w:t>
            </w:r>
          </w:p>
          <w:p w14:paraId="682C138C" w14:textId="4F2E90C5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00D4C0" w14:textId="77777777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</w:p>
          <w:p w14:paraId="2D8A6640" w14:textId="3BEEB1FA" w:rsidR="00C61DC5" w:rsidRPr="009C54AE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678FD6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948D47" w14:textId="77777777" w:rsidR="00D16085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E61976" w14:textId="048EEC9E" w:rsidR="00D16085" w:rsidRDefault="001F7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49E8A7F" w14:textId="77777777" w:rsidR="00D16085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0915DAB1" w:rsidR="00D16085" w:rsidRPr="009C54AE" w:rsidRDefault="001F7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18292B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CA12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10F8E135" w14:textId="77777777" w:rsidR="001E1A2C" w:rsidRPr="00A0410C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24D47BB0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Oxenden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 materiały autorskie</w:t>
            </w:r>
          </w:p>
          <w:p w14:paraId="2C3ECB62" w14:textId="36E47A62" w:rsidR="001E1A2C" w:rsidRPr="00E066F7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63314F1C" w14:textId="77777777" w:rsidR="001E1A2C" w:rsidRPr="00A0410C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42EC0A1A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Taylore-Knowles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Destination B2 Grammar &amp;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8408D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9655FC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857E6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780FE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2392" w14:textId="77777777" w:rsidR="00740E40" w:rsidRDefault="00740E40" w:rsidP="00C16ABF">
      <w:pPr>
        <w:spacing w:after="0" w:line="240" w:lineRule="auto"/>
      </w:pPr>
      <w:r>
        <w:separator/>
      </w:r>
    </w:p>
  </w:endnote>
  <w:endnote w:type="continuationSeparator" w:id="0">
    <w:p w14:paraId="6EE265EC" w14:textId="77777777" w:rsidR="00740E40" w:rsidRDefault="00740E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43E63" w14:textId="77777777" w:rsidR="00740E40" w:rsidRDefault="00740E40" w:rsidP="00C16ABF">
      <w:pPr>
        <w:spacing w:after="0" w:line="240" w:lineRule="auto"/>
      </w:pPr>
      <w:r>
        <w:separator/>
      </w:r>
    </w:p>
  </w:footnote>
  <w:footnote w:type="continuationSeparator" w:id="0">
    <w:p w14:paraId="009A2A87" w14:textId="77777777" w:rsidR="00740E40" w:rsidRDefault="00740E4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80819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3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1F7557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4D92"/>
    <w:rsid w:val="0061029B"/>
    <w:rsid w:val="00617230"/>
    <w:rsid w:val="00620DEC"/>
    <w:rsid w:val="00621CE1"/>
    <w:rsid w:val="00627FC9"/>
    <w:rsid w:val="00627FF5"/>
    <w:rsid w:val="00641FD3"/>
    <w:rsid w:val="006424F5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0E40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534A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1911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24C1"/>
    <w:rsid w:val="00C36992"/>
    <w:rsid w:val="00C56036"/>
    <w:rsid w:val="00C61DC5"/>
    <w:rsid w:val="00C67E92"/>
    <w:rsid w:val="00C70A26"/>
    <w:rsid w:val="00C766DF"/>
    <w:rsid w:val="00C84762"/>
    <w:rsid w:val="00C94B98"/>
    <w:rsid w:val="00CA1283"/>
    <w:rsid w:val="00CA2B96"/>
    <w:rsid w:val="00CA5089"/>
    <w:rsid w:val="00CD6897"/>
    <w:rsid w:val="00CE5BAC"/>
    <w:rsid w:val="00CF25BE"/>
    <w:rsid w:val="00CF78ED"/>
    <w:rsid w:val="00D02B25"/>
    <w:rsid w:val="00D02EBA"/>
    <w:rsid w:val="00D16085"/>
    <w:rsid w:val="00D17C3C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5273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371D3B33-43CD-4F74-A020-CCFC39D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9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9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62FC-A4C8-448D-BBB9-208C19F3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7</Pages>
  <Words>1632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15</cp:revision>
  <cp:lastPrinted>2020-10-13T09:10:00Z</cp:lastPrinted>
  <dcterms:created xsi:type="dcterms:W3CDTF">2019-11-20T17:11:00Z</dcterms:created>
  <dcterms:modified xsi:type="dcterms:W3CDTF">2022-10-19T13:55:00Z</dcterms:modified>
</cp:coreProperties>
</file>